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A2C491" w14:textId="7BD559A1" w:rsidR="00421886" w:rsidRDefault="00421886">
      <w:pPr>
        <w:spacing w:line="240" w:lineRule="auto"/>
        <w:ind w:right="0"/>
        <w:rPr>
          <w:rFonts w:ascii="Georgia" w:hAnsi="Georgia"/>
          <w:color w:val="E60005"/>
          <w:sz w:val="27"/>
        </w:rPr>
      </w:pPr>
    </w:p>
    <w:p w14:paraId="577EEE7A" w14:textId="77777777" w:rsidR="003422D5" w:rsidRPr="00876BEB" w:rsidRDefault="003422D5" w:rsidP="003422D5">
      <w:pPr>
        <w:pStyle w:val="DRK-Einleitungstext"/>
        <w:rPr>
          <w:lang w:val="de-DE"/>
        </w:rPr>
      </w:pPr>
    </w:p>
    <w:p w14:paraId="6626DF1C" w14:textId="0B661461" w:rsidR="00682067" w:rsidRPr="00876BEB" w:rsidRDefault="00682067" w:rsidP="00682067">
      <w:pPr>
        <w:pStyle w:val="DRK-Einleitungstext"/>
        <w:tabs>
          <w:tab w:val="left" w:pos="2470"/>
        </w:tabs>
        <w:rPr>
          <w:lang w:val="de-DE"/>
        </w:rPr>
      </w:pPr>
    </w:p>
    <w:p w14:paraId="4B2A1882" w14:textId="6234D74B" w:rsidR="00765053" w:rsidRPr="00876BEB" w:rsidRDefault="00765053" w:rsidP="00FF2036">
      <w:pPr>
        <w:pStyle w:val="DRK-Headlinerot"/>
        <w:rPr>
          <w:lang w:val="de-DE"/>
        </w:rPr>
      </w:pPr>
    </w:p>
    <w:p w14:paraId="258733A4" w14:textId="77777777" w:rsidR="009439BB" w:rsidRPr="00876BEB" w:rsidRDefault="009439BB" w:rsidP="009439BB"/>
    <w:p w14:paraId="52BA85C8" w14:textId="77777777" w:rsidR="009439BB" w:rsidRPr="00876BEB" w:rsidRDefault="009439BB" w:rsidP="009439BB"/>
    <w:p w14:paraId="3C042833" w14:textId="77777777" w:rsidR="009439BB" w:rsidRPr="00876BEB" w:rsidRDefault="009439BB" w:rsidP="009439BB"/>
    <w:p w14:paraId="068784C1" w14:textId="77777777" w:rsidR="009439BB" w:rsidRPr="00876BEB" w:rsidRDefault="009439BB" w:rsidP="009439BB"/>
    <w:p w14:paraId="78CE0463" w14:textId="1B1B58C9" w:rsidR="00FF2036" w:rsidRPr="00876BEB" w:rsidRDefault="00FF2036" w:rsidP="009439BB">
      <w:r w:rsidRPr="00876BEB">
        <w:t xml:space="preserve"> </w:t>
      </w:r>
    </w:p>
    <w:p w14:paraId="12D5BA98" w14:textId="1B278AD3" w:rsidR="00765053" w:rsidRDefault="0010072D" w:rsidP="00765053">
      <w:pPr>
        <w:pStyle w:val="DRK-Aufzhlung1"/>
        <w:numPr>
          <w:ilvl w:val="0"/>
          <w:numId w:val="0"/>
        </w:numPr>
        <w:ind w:left="426" w:hanging="284"/>
      </w:pPr>
      <w:r w:rsidRPr="0010072D">
        <w:rPr>
          <w:noProof/>
        </w:rPr>
        <w:drawing>
          <wp:anchor distT="0" distB="0" distL="114300" distR="114300" simplePos="0" relativeHeight="251658241" behindDoc="0" locked="0" layoutInCell="1" allowOverlap="1" wp14:anchorId="783F91E9" wp14:editId="5FC3BCCC">
            <wp:simplePos x="0" y="0"/>
            <wp:positionH relativeFrom="column">
              <wp:posOffset>-2600496</wp:posOffset>
            </wp:positionH>
            <wp:positionV relativeFrom="paragraph">
              <wp:posOffset>2931624</wp:posOffset>
            </wp:positionV>
            <wp:extent cx="6479540" cy="320040"/>
            <wp:effectExtent l="0" t="0" r="0" b="0"/>
            <wp:wrapNone/>
            <wp:docPr id="25" name="Grafik 24" descr="Ein Bild, das Schrift, Grafiken, Screenshot, Grafikdesign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28617392-B6E3-CC04-3A7A-0AD9557AB23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fik 24" descr="Ein Bild, das Schrift, Grafiken, Screenshot, Grafikdesign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28617392-B6E3-CC04-3A7A-0AD9557AB23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47954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6E5A">
        <w:rPr>
          <w:noProof/>
        </w:rPr>
        <w:drawing>
          <wp:anchor distT="0" distB="0" distL="114300" distR="114300" simplePos="0" relativeHeight="251658240" behindDoc="0" locked="0" layoutInCell="1" allowOverlap="1" wp14:anchorId="423B84C3" wp14:editId="4E5729D3">
            <wp:simplePos x="0" y="0"/>
            <wp:positionH relativeFrom="column">
              <wp:posOffset>-1268796</wp:posOffset>
            </wp:positionH>
            <wp:positionV relativeFrom="paragraph">
              <wp:posOffset>240438</wp:posOffset>
            </wp:positionV>
            <wp:extent cx="8873908" cy="4101271"/>
            <wp:effectExtent l="5080" t="0" r="8890" b="8890"/>
            <wp:wrapNone/>
            <wp:docPr id="22" name="Grafik 21" descr="Ein Bild, das Text, Screenshot, Schrift, Zahl enthält.&#10;&#10;Automatisch generierte Beschreibung">
              <a:extLst xmlns:a="http://schemas.openxmlformats.org/drawingml/2006/main">
                <a:ext uri="{FF2B5EF4-FFF2-40B4-BE49-F238E27FC236}">
                  <a16:creationId xmlns:a16="http://schemas.microsoft.com/office/drawing/2014/main" id="{6A6E8DA1-6B77-400D-517E-D87B2E4ECDC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1" descr="Ein Bild, das Text, Screenshot, Schrift, Zahl enthält.&#10;&#10;Automatisch generierte Beschreibung">
                      <a:extLst>
                        <a:ext uri="{FF2B5EF4-FFF2-40B4-BE49-F238E27FC236}">
                          <a16:creationId xmlns:a16="http://schemas.microsoft.com/office/drawing/2014/main" id="{6A6E8DA1-6B77-400D-517E-D87B2E4ECDC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73908" cy="41012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65053" w:rsidSect="00C835F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2438" w:right="851" w:bottom="1418" w:left="851" w:header="794" w:footer="794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6A996" w14:textId="77777777" w:rsidR="00E2259E" w:rsidRPr="00876BEB" w:rsidRDefault="00E2259E" w:rsidP="001B2402">
      <w:r w:rsidRPr="00876BEB">
        <w:separator/>
      </w:r>
    </w:p>
    <w:p w14:paraId="6514E11E" w14:textId="77777777" w:rsidR="00E2259E" w:rsidRPr="00876BEB" w:rsidRDefault="00E2259E" w:rsidP="001B2402"/>
    <w:p w14:paraId="6D0D1F07" w14:textId="77777777" w:rsidR="00E2259E" w:rsidRPr="00876BEB" w:rsidRDefault="00E2259E" w:rsidP="001B2402"/>
  </w:endnote>
  <w:endnote w:type="continuationSeparator" w:id="0">
    <w:p w14:paraId="714571DC" w14:textId="77777777" w:rsidR="00E2259E" w:rsidRPr="00876BEB" w:rsidRDefault="00E2259E" w:rsidP="001B2402">
      <w:r w:rsidRPr="00876BEB">
        <w:continuationSeparator/>
      </w:r>
    </w:p>
    <w:p w14:paraId="102DE92E" w14:textId="77777777" w:rsidR="00E2259E" w:rsidRPr="00876BEB" w:rsidRDefault="00E2259E" w:rsidP="001B2402"/>
    <w:p w14:paraId="4C573EAF" w14:textId="77777777" w:rsidR="00E2259E" w:rsidRPr="00876BEB" w:rsidRDefault="00E2259E" w:rsidP="001B2402"/>
  </w:endnote>
  <w:endnote w:type="continuationNotice" w:id="1">
    <w:p w14:paraId="62D04D5F" w14:textId="77777777" w:rsidR="00E2259E" w:rsidRPr="00876BEB" w:rsidRDefault="00E2259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rriweather">
    <w:panose1 w:val="00000500000000000000"/>
    <w:charset w:val="00"/>
    <w:family w:val="auto"/>
    <w:pitch w:val="variable"/>
    <w:sig w:usb0="20000207" w:usb1="00000002" w:usb2="00000000" w:usb3="00000000" w:csb0="000001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24B9E" w14:textId="77777777" w:rsidR="003C21BC" w:rsidRPr="00876BEB" w:rsidRDefault="003C21BC" w:rsidP="001B2402"/>
  <w:p w14:paraId="470B99F4" w14:textId="77777777" w:rsidR="003C21BC" w:rsidRPr="00876BEB" w:rsidRDefault="003C21BC" w:rsidP="001B240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2C663" w14:textId="77777777" w:rsidR="00C82612" w:rsidRPr="00876BEB" w:rsidRDefault="00C82612" w:rsidP="00C82612">
    <w:pPr>
      <w:pStyle w:val="Fuzeile"/>
    </w:pPr>
    <w:r w:rsidRPr="00876BEB">
      <w:t xml:space="preserve">Seite </w:t>
    </w:r>
    <w:r w:rsidRPr="00876BEB">
      <w:fldChar w:fldCharType="begin"/>
    </w:r>
    <w:r w:rsidRPr="00876BEB">
      <w:instrText xml:space="preserve"> PAGE   \* MERGEFORMAT </w:instrText>
    </w:r>
    <w:r w:rsidRPr="00876BEB">
      <w:fldChar w:fldCharType="separate"/>
    </w:r>
    <w:r w:rsidR="00EA7A24" w:rsidRPr="00876BEB">
      <w:t>2</w:t>
    </w:r>
    <w:r w:rsidRPr="00876BEB">
      <w:fldChar w:fldCharType="end"/>
    </w:r>
    <w:r w:rsidRPr="00876BEB">
      <w:t>/</w:t>
    </w:r>
    <w:fldSimple w:instr=" NUMPAGES   \* MERGEFORMAT ">
      <w:r w:rsidR="00EA7A24" w:rsidRPr="00876BEB"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40DDA" w14:textId="77777777" w:rsidR="004030F6" w:rsidRPr="00876BEB" w:rsidRDefault="00C82612" w:rsidP="00440ADC">
    <w:pPr>
      <w:pStyle w:val="Fuzeile"/>
    </w:pPr>
    <w:r w:rsidRPr="00876BEB">
      <w:t xml:space="preserve">Seite </w:t>
    </w:r>
    <w:r w:rsidRPr="00876BEB">
      <w:fldChar w:fldCharType="begin"/>
    </w:r>
    <w:r w:rsidRPr="00876BEB">
      <w:instrText xml:space="preserve"> PAGE   \* MERGEFORMAT </w:instrText>
    </w:r>
    <w:r w:rsidRPr="00876BEB">
      <w:fldChar w:fldCharType="separate"/>
    </w:r>
    <w:r w:rsidR="008117AF" w:rsidRPr="00876BEB">
      <w:t>1</w:t>
    </w:r>
    <w:r w:rsidRPr="00876BEB">
      <w:fldChar w:fldCharType="end"/>
    </w:r>
    <w:r w:rsidRPr="00876BEB">
      <w:t>/</w:t>
    </w:r>
    <w:fldSimple w:instr=" NUMPAGES   \* MERGEFORMAT ">
      <w:r w:rsidR="008117AF" w:rsidRPr="00876BEB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4283A" w14:textId="77777777" w:rsidR="00E2259E" w:rsidRPr="00876BEB" w:rsidRDefault="00E2259E" w:rsidP="001B2402">
      <w:r w:rsidRPr="00876BEB">
        <w:separator/>
      </w:r>
    </w:p>
    <w:p w14:paraId="26C81C21" w14:textId="77777777" w:rsidR="00E2259E" w:rsidRPr="00876BEB" w:rsidRDefault="00E2259E" w:rsidP="001B2402"/>
    <w:p w14:paraId="65EBD668" w14:textId="77777777" w:rsidR="00E2259E" w:rsidRPr="00876BEB" w:rsidRDefault="00E2259E" w:rsidP="001B2402"/>
  </w:footnote>
  <w:footnote w:type="continuationSeparator" w:id="0">
    <w:p w14:paraId="7E912B16" w14:textId="77777777" w:rsidR="00E2259E" w:rsidRPr="00876BEB" w:rsidRDefault="00E2259E" w:rsidP="001B2402">
      <w:r w:rsidRPr="00876BEB">
        <w:continuationSeparator/>
      </w:r>
    </w:p>
    <w:p w14:paraId="222EF84F" w14:textId="77777777" w:rsidR="00E2259E" w:rsidRPr="00876BEB" w:rsidRDefault="00E2259E" w:rsidP="001B2402"/>
    <w:p w14:paraId="7EF8B85A" w14:textId="77777777" w:rsidR="00E2259E" w:rsidRPr="00876BEB" w:rsidRDefault="00E2259E" w:rsidP="001B2402"/>
  </w:footnote>
  <w:footnote w:type="continuationNotice" w:id="1">
    <w:p w14:paraId="78C48AFD" w14:textId="77777777" w:rsidR="00E2259E" w:rsidRPr="00876BEB" w:rsidRDefault="00E2259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96D76" w14:textId="04F6E296" w:rsidR="003C21BC" w:rsidRPr="00876BEB" w:rsidRDefault="00065C0C" w:rsidP="001B2402">
    <w:pPr>
      <w:pStyle w:val="Kopfzeile"/>
    </w:pPr>
    <w:r w:rsidRPr="00876BEB"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D510639" wp14:editId="2868B6AA">
              <wp:simplePos x="0" y="0"/>
              <wp:positionH relativeFrom="page">
                <wp:posOffset>5520690</wp:posOffset>
              </wp:positionH>
              <wp:positionV relativeFrom="page">
                <wp:posOffset>1703070</wp:posOffset>
              </wp:positionV>
              <wp:extent cx="1600200" cy="8540750"/>
              <wp:effectExtent l="0" t="0" r="3810" b="0"/>
              <wp:wrapTight wrapText="left">
                <wp:wrapPolygon edited="0">
                  <wp:start x="-146" y="0"/>
                  <wp:lineTo x="-146" y="21561"/>
                  <wp:lineTo x="21600" y="21561"/>
                  <wp:lineTo x="21600" y="0"/>
                  <wp:lineTo x="-146" y="0"/>
                </wp:wrapPolygon>
              </wp:wrapTight>
              <wp:docPr id="3" name="Text Box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1600200" cy="8540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2020C3" w14:textId="77777777" w:rsidR="003C21BC" w:rsidRPr="00876BEB" w:rsidRDefault="003C21BC" w:rsidP="001B240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51063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34.7pt;margin-top:134.1pt;width:126pt;height:672.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" stroked="f">
              <o:lock v:ext="edit" aspectratio="t"/>
              <v:textbox>
                <w:txbxContent>
                  <w:p w14:paraId="102020C3" w14:textId="77777777" w:rsidR="003C21BC" w:rsidRPr="00876BEB" w:rsidRDefault="003C21BC" w:rsidP="001B2402"/>
                </w:txbxContent>
              </v:textbox>
              <w10:wrap type="tight" side="left" anchorx="page" anchory="page"/>
            </v:shape>
          </w:pict>
        </mc:Fallback>
      </mc:AlternateContent>
    </w:r>
    <w:r w:rsidR="003C21BC" w:rsidRPr="00876BEB"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5B59053B" w14:textId="77777777" w:rsidR="003C21BC" w:rsidRPr="00876BEB" w:rsidRDefault="003C21BC" w:rsidP="001B2402">
    <w:pPr>
      <w:pStyle w:val="Kopfzeile"/>
    </w:pPr>
    <w:r w:rsidRPr="00876BEB">
      <w:t xml:space="preserve">  Seite  </w:t>
    </w:r>
    <w:r w:rsidRPr="00876BEB">
      <w:fldChar w:fldCharType="begin"/>
    </w:r>
    <w:r w:rsidRPr="00876BEB">
      <w:instrText xml:space="preserve"> PAGE </w:instrText>
    </w:r>
    <w:r w:rsidRPr="00876BEB">
      <w:fldChar w:fldCharType="separate"/>
    </w:r>
    <w:r w:rsidR="00103CC6" w:rsidRPr="00876BEB">
      <w:t>2</w:t>
    </w:r>
    <w:r w:rsidRPr="00876BEB">
      <w:fldChar w:fldCharType="end"/>
    </w:r>
    <w:r w:rsidRPr="00876BEB">
      <w:t xml:space="preserve"> </w:t>
    </w:r>
  </w:p>
  <w:p w14:paraId="012A9F93" w14:textId="77777777" w:rsidR="003C21BC" w:rsidRPr="00876BEB" w:rsidRDefault="003C21BC" w:rsidP="001B2402"/>
  <w:p w14:paraId="5B387689" w14:textId="77777777" w:rsidR="003C21BC" w:rsidRPr="00876BEB" w:rsidRDefault="003C21BC" w:rsidP="001B240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901B7" w14:textId="0E5F505D" w:rsidR="00840F5F" w:rsidRPr="00876BEB" w:rsidRDefault="00840F5F" w:rsidP="00840F5F">
    <w:pPr>
      <w:pStyle w:val="Kopfzeile"/>
    </w:pPr>
  </w:p>
  <w:p w14:paraId="4B939156" w14:textId="6BB652D6" w:rsidR="00364077" w:rsidRPr="00876BEB" w:rsidRDefault="00065C0C" w:rsidP="00840F5F">
    <w:pPr>
      <w:pStyle w:val="Kopfzeile"/>
    </w:pPr>
    <w:r w:rsidRPr="00876BEB">
      <w:rPr>
        <w:noProof/>
      </w:rPr>
      <w:drawing>
        <wp:anchor distT="0" distB="0" distL="114300" distR="114300" simplePos="0" relativeHeight="251658241" behindDoc="0" locked="1" layoutInCell="1" allowOverlap="1" wp14:anchorId="54345845" wp14:editId="772B37F7">
          <wp:simplePos x="0" y="0"/>
          <wp:positionH relativeFrom="page">
            <wp:posOffset>5315585</wp:posOffset>
          </wp:positionH>
          <wp:positionV relativeFrom="page">
            <wp:posOffset>541020</wp:posOffset>
          </wp:positionV>
          <wp:extent cx="1713865" cy="544830"/>
          <wp:effectExtent l="0" t="0" r="635" b="7620"/>
          <wp:wrapNone/>
          <wp:docPr id="2" name="Bild 2" descr="DRK-Logo_kompakt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RK-Logo_kompakt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27E6C" w14:textId="0AB96225" w:rsidR="003C21BC" w:rsidRPr="00876BEB" w:rsidRDefault="00065C0C" w:rsidP="00006B8F">
    <w:pPr>
      <w:pStyle w:val="Kopfzeile"/>
    </w:pPr>
    <w:r w:rsidRPr="00876BEB">
      <w:rPr>
        <w:noProof/>
      </w:rPr>
      <w:drawing>
        <wp:anchor distT="0" distB="0" distL="114300" distR="114300" simplePos="0" relativeHeight="251658242" behindDoc="0" locked="1" layoutInCell="1" allowOverlap="1" wp14:anchorId="500EE3F5" wp14:editId="664C1720">
          <wp:simplePos x="0" y="0"/>
          <wp:positionH relativeFrom="page">
            <wp:posOffset>5315585</wp:posOffset>
          </wp:positionH>
          <wp:positionV relativeFrom="page">
            <wp:posOffset>541020</wp:posOffset>
          </wp:positionV>
          <wp:extent cx="1713865" cy="544830"/>
          <wp:effectExtent l="0" t="0" r="635" b="7620"/>
          <wp:wrapNone/>
          <wp:docPr id="1" name="Bild 1" descr="DRK-Logo_kompakt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RK-Logo_kompakt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865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B0ECFE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6698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FEA9F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7411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0B454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4ADF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EEAE6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58A1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F56A1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E626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453FB7"/>
    <w:multiLevelType w:val="multilevel"/>
    <w:tmpl w:val="275655CA"/>
    <w:styleLink w:val="DRK-Liste"/>
    <w:lvl w:ilvl="0">
      <w:start w:val="1"/>
      <w:numFmt w:val="decimal"/>
      <w:pStyle w:val="DRK-Liste1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color w:val="E60005"/>
      </w:rPr>
    </w:lvl>
    <w:lvl w:ilvl="1">
      <w:start w:val="1"/>
      <w:numFmt w:val="decimal"/>
      <w:pStyle w:val="DRK-Liste2"/>
      <w:lvlText w:val="%1.%2."/>
      <w:lvlJc w:val="left"/>
      <w:pPr>
        <w:tabs>
          <w:tab w:val="num" w:pos="851"/>
        </w:tabs>
        <w:ind w:left="425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87928EE"/>
    <w:multiLevelType w:val="hybridMultilevel"/>
    <w:tmpl w:val="8AA44A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601EB7"/>
    <w:multiLevelType w:val="hybridMultilevel"/>
    <w:tmpl w:val="50763F7A"/>
    <w:lvl w:ilvl="0" w:tplc="6D42FD42">
      <w:start w:val="1"/>
      <w:numFmt w:val="bullet"/>
      <w:lvlText w:val="•"/>
      <w:lvlJc w:val="left"/>
      <w:pPr>
        <w:ind w:left="502" w:hanging="360"/>
      </w:pPr>
      <w:rPr>
        <w:rFonts w:ascii="Arial" w:hAnsi="Arial" w:hint="default"/>
        <w:color w:val="E60005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5572F"/>
    <w:multiLevelType w:val="hybridMultilevel"/>
    <w:tmpl w:val="C89A582A"/>
    <w:lvl w:ilvl="0" w:tplc="47B42B1C">
      <w:start w:val="1"/>
      <w:numFmt w:val="bullet"/>
      <w:pStyle w:val="DRK-Aufzhlung"/>
      <w:lvlText w:val=""/>
      <w:lvlJc w:val="left"/>
      <w:pPr>
        <w:ind w:left="720" w:hanging="360"/>
      </w:pPr>
      <w:rPr>
        <w:rFonts w:ascii="Symbol" w:hAnsi="Symbol" w:hint="default"/>
        <w:color w:val="E60005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054B8"/>
    <w:multiLevelType w:val="hybridMultilevel"/>
    <w:tmpl w:val="D02E17D2"/>
    <w:lvl w:ilvl="0" w:tplc="B3D6A4D0">
      <w:start w:val="1"/>
      <w:numFmt w:val="bullet"/>
      <w:pStyle w:val="Absenderadresse-Aufzhlung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24467"/>
    <w:multiLevelType w:val="hybridMultilevel"/>
    <w:tmpl w:val="D38080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B0D01"/>
    <w:multiLevelType w:val="hybridMultilevel"/>
    <w:tmpl w:val="99468FA4"/>
    <w:lvl w:ilvl="0" w:tplc="9D74E0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B81263"/>
    <w:multiLevelType w:val="hybridMultilevel"/>
    <w:tmpl w:val="469E9ABA"/>
    <w:lvl w:ilvl="0" w:tplc="6D42FD42">
      <w:start w:val="1"/>
      <w:numFmt w:val="bullet"/>
      <w:pStyle w:val="DRK-Aufzhlung1"/>
      <w:lvlText w:val="•"/>
      <w:lvlJc w:val="left"/>
      <w:pPr>
        <w:ind w:left="785" w:hanging="360"/>
      </w:pPr>
      <w:rPr>
        <w:rFonts w:ascii="Arial" w:hAnsi="Arial" w:hint="default"/>
        <w:color w:val="E60005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336E0B"/>
    <w:multiLevelType w:val="hybridMultilevel"/>
    <w:tmpl w:val="C1E6388C"/>
    <w:lvl w:ilvl="0" w:tplc="9D74E0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F01A80"/>
    <w:multiLevelType w:val="hybridMultilevel"/>
    <w:tmpl w:val="59DA8106"/>
    <w:lvl w:ilvl="0" w:tplc="11E28838">
      <w:start w:val="1"/>
      <w:numFmt w:val="bullet"/>
      <w:pStyle w:val="DRK-Aufzhlung2"/>
      <w:lvlText w:val="•"/>
      <w:lvlJc w:val="left"/>
      <w:pPr>
        <w:ind w:left="785" w:hanging="360"/>
      </w:pPr>
      <w:rPr>
        <w:rFonts w:ascii="Arial" w:hAnsi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A04D3"/>
    <w:multiLevelType w:val="hybridMultilevel"/>
    <w:tmpl w:val="1C62383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02346"/>
    <w:multiLevelType w:val="hybridMultilevel"/>
    <w:tmpl w:val="6506F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A13BF2"/>
    <w:multiLevelType w:val="hybridMultilevel"/>
    <w:tmpl w:val="CAF845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3B7D77"/>
    <w:multiLevelType w:val="multilevel"/>
    <w:tmpl w:val="1464AC6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567" w:hanging="283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765346555">
    <w:abstractNumId w:val="9"/>
  </w:num>
  <w:num w:numId="2" w16cid:durableId="596642298">
    <w:abstractNumId w:val="7"/>
  </w:num>
  <w:num w:numId="3" w16cid:durableId="1234898220">
    <w:abstractNumId w:val="6"/>
  </w:num>
  <w:num w:numId="4" w16cid:durableId="648443253">
    <w:abstractNumId w:val="5"/>
  </w:num>
  <w:num w:numId="5" w16cid:durableId="1214266823">
    <w:abstractNumId w:val="4"/>
  </w:num>
  <w:num w:numId="6" w16cid:durableId="957955873">
    <w:abstractNumId w:val="8"/>
  </w:num>
  <w:num w:numId="7" w16cid:durableId="202139433">
    <w:abstractNumId w:val="3"/>
  </w:num>
  <w:num w:numId="8" w16cid:durableId="2045056270">
    <w:abstractNumId w:val="2"/>
  </w:num>
  <w:num w:numId="9" w16cid:durableId="396979951">
    <w:abstractNumId w:val="1"/>
  </w:num>
  <w:num w:numId="10" w16cid:durableId="2000188992">
    <w:abstractNumId w:val="0"/>
  </w:num>
  <w:num w:numId="11" w16cid:durableId="578170787">
    <w:abstractNumId w:val="14"/>
  </w:num>
  <w:num w:numId="12" w16cid:durableId="1910456811">
    <w:abstractNumId w:val="13"/>
  </w:num>
  <w:num w:numId="13" w16cid:durableId="1854342713">
    <w:abstractNumId w:val="23"/>
  </w:num>
  <w:num w:numId="14" w16cid:durableId="963273288">
    <w:abstractNumId w:val="10"/>
  </w:num>
  <w:num w:numId="15" w16cid:durableId="21404928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0309651">
    <w:abstractNumId w:val="12"/>
  </w:num>
  <w:num w:numId="17" w16cid:durableId="658844257">
    <w:abstractNumId w:val="19"/>
  </w:num>
  <w:num w:numId="18" w16cid:durableId="2203339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49360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1088066">
    <w:abstractNumId w:val="12"/>
    <w:lvlOverride w:ilvl="0">
      <w:startOverride w:val="1"/>
    </w:lvlOverride>
  </w:num>
  <w:num w:numId="21" w16cid:durableId="1836071373">
    <w:abstractNumId w:val="12"/>
    <w:lvlOverride w:ilvl="0">
      <w:startOverride w:val="1"/>
    </w:lvlOverride>
  </w:num>
  <w:num w:numId="22" w16cid:durableId="480390084">
    <w:abstractNumId w:val="12"/>
    <w:lvlOverride w:ilvl="0">
      <w:startOverride w:val="1"/>
    </w:lvlOverride>
  </w:num>
  <w:num w:numId="23" w16cid:durableId="1323241901">
    <w:abstractNumId w:val="17"/>
  </w:num>
  <w:num w:numId="24" w16cid:durableId="724837082">
    <w:abstractNumId w:val="16"/>
  </w:num>
  <w:num w:numId="25" w16cid:durableId="229080818">
    <w:abstractNumId w:val="18"/>
  </w:num>
  <w:num w:numId="26" w16cid:durableId="1962302768">
    <w:abstractNumId w:val="11"/>
  </w:num>
  <w:num w:numId="27" w16cid:durableId="537668422">
    <w:abstractNumId w:val="20"/>
  </w:num>
  <w:num w:numId="28" w16cid:durableId="439958089">
    <w:abstractNumId w:val="21"/>
  </w:num>
  <w:num w:numId="29" w16cid:durableId="1500342398">
    <w:abstractNumId w:val="22"/>
  </w:num>
  <w:num w:numId="30" w16cid:durableId="4464333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ho_HilfslinienHorizontal1" w:val="1.5"/>
    <w:docVar w:name="ho_HilfslinienHorizontal10" w:val="x"/>
    <w:docVar w:name="ho_HilfslinienHorizontal11" w:val="x"/>
    <w:docVar w:name="ho_HilfslinienHorizontal12" w:val="x"/>
    <w:docVar w:name="ho_HilfslinienHorizontal13" w:val="x"/>
    <w:docVar w:name="ho_HilfslinienHorizontal14" w:val="x"/>
    <w:docVar w:name="ho_HilfslinienHorizontal15" w:val="x"/>
    <w:docVar w:name="ho_HilfslinienHorizontal16" w:val="x"/>
    <w:docVar w:name="ho_HilfslinienHorizontal17" w:val="x"/>
    <w:docVar w:name="ho_HilfslinienHorizontal18" w:val="x"/>
    <w:docVar w:name="ho_HilfslinienHorizontal19" w:val="x"/>
    <w:docVar w:name="ho_HilfslinienHorizontal2" w:val="3"/>
    <w:docVar w:name="ho_HilfslinienHorizontal20" w:val="x"/>
    <w:docVar w:name="ho_HilfslinienHorizontal3" w:val="4.5"/>
    <w:docVar w:name="ho_HilfslinienHorizontal4" w:val="28.2"/>
    <w:docVar w:name="ho_HilfslinienHorizontal5" w:val="27.2"/>
    <w:docVar w:name="ho_HilfslinienHorizontal6" w:val="12.75"/>
    <w:docVar w:name="ho_HilfslinienHorizontal7" w:val="14"/>
    <w:docVar w:name="ho_HilfslinienHorizontal8" w:val="x"/>
    <w:docVar w:name="ho_HilfslinienHorizontal9" w:val="x"/>
    <w:docVar w:name="ho_HilfslinienVertical1" w:val="1.5"/>
    <w:docVar w:name="ho_HilfslinienVertical10" w:val="x"/>
    <w:docVar w:name="ho_HilfslinienVertical11" w:val="x"/>
    <w:docVar w:name="ho_HilfslinienVertical12" w:val="x"/>
    <w:docVar w:name="ho_HilfslinienVertical13" w:val="x"/>
    <w:docVar w:name="ho_HilfslinienVertical14" w:val="x"/>
    <w:docVar w:name="ho_HilfslinienVertical15" w:val="x"/>
    <w:docVar w:name="ho_HilfslinienVertical16" w:val="x"/>
    <w:docVar w:name="ho_HilfslinienVertical17" w:val="x"/>
    <w:docVar w:name="ho_HilfslinienVertical18" w:val="x"/>
    <w:docVar w:name="ho_HilfslinienVertical19" w:val="x"/>
    <w:docVar w:name="ho_HilfslinienVertical2" w:val="16.25"/>
    <w:docVar w:name="ho_HilfslinienVertical20" w:val="x"/>
    <w:docVar w:name="ho_HilfslinienVertical3" w:val="19.5"/>
    <w:docVar w:name="ho_HilfslinienVertical4" w:val="x"/>
    <w:docVar w:name="ho_HilfslinienVertical5" w:val="x"/>
    <w:docVar w:name="ho_HilfslinienVertical6" w:val="x"/>
    <w:docVar w:name="ho_HilfslinienVertical7" w:val="x"/>
    <w:docVar w:name="ho_HilfslinienVertical8" w:val="x"/>
    <w:docVar w:name="ho_HilfslinienVertical9" w:val="x"/>
  </w:docVars>
  <w:rsids>
    <w:rsidRoot w:val="00765053"/>
    <w:rsid w:val="00001B5E"/>
    <w:rsid w:val="000032D8"/>
    <w:rsid w:val="000065AB"/>
    <w:rsid w:val="00006B8F"/>
    <w:rsid w:val="00022FC0"/>
    <w:rsid w:val="000373F3"/>
    <w:rsid w:val="00044DDD"/>
    <w:rsid w:val="00054EC4"/>
    <w:rsid w:val="00065C0C"/>
    <w:rsid w:val="00077B2A"/>
    <w:rsid w:val="000814AB"/>
    <w:rsid w:val="00085BF7"/>
    <w:rsid w:val="0008678B"/>
    <w:rsid w:val="00090F6B"/>
    <w:rsid w:val="000B0EE1"/>
    <w:rsid w:val="000B26AC"/>
    <w:rsid w:val="000B7E22"/>
    <w:rsid w:val="000C1FC8"/>
    <w:rsid w:val="000D11D5"/>
    <w:rsid w:val="000D6562"/>
    <w:rsid w:val="000E62C9"/>
    <w:rsid w:val="000F25DE"/>
    <w:rsid w:val="000F72D7"/>
    <w:rsid w:val="0010072D"/>
    <w:rsid w:val="00103CC6"/>
    <w:rsid w:val="00104B34"/>
    <w:rsid w:val="00112324"/>
    <w:rsid w:val="00114B5A"/>
    <w:rsid w:val="00116601"/>
    <w:rsid w:val="00121E9F"/>
    <w:rsid w:val="00130821"/>
    <w:rsid w:val="00140D8C"/>
    <w:rsid w:val="00141CB6"/>
    <w:rsid w:val="001468F3"/>
    <w:rsid w:val="00165AA5"/>
    <w:rsid w:val="00175858"/>
    <w:rsid w:val="00175914"/>
    <w:rsid w:val="00176353"/>
    <w:rsid w:val="00176CE9"/>
    <w:rsid w:val="00176DF1"/>
    <w:rsid w:val="001B2402"/>
    <w:rsid w:val="001C0B8E"/>
    <w:rsid w:val="001C1F77"/>
    <w:rsid w:val="001D31E1"/>
    <w:rsid w:val="001E1491"/>
    <w:rsid w:val="001F21AD"/>
    <w:rsid w:val="00210E9D"/>
    <w:rsid w:val="0021117E"/>
    <w:rsid w:val="00235046"/>
    <w:rsid w:val="002518C9"/>
    <w:rsid w:val="00253753"/>
    <w:rsid w:val="002573EC"/>
    <w:rsid w:val="0026139A"/>
    <w:rsid w:val="002630CB"/>
    <w:rsid w:val="00263BF9"/>
    <w:rsid w:val="00264986"/>
    <w:rsid w:val="00282FCA"/>
    <w:rsid w:val="00283D2B"/>
    <w:rsid w:val="00291EE7"/>
    <w:rsid w:val="002A5341"/>
    <w:rsid w:val="002B0932"/>
    <w:rsid w:val="002B1081"/>
    <w:rsid w:val="002B25A1"/>
    <w:rsid w:val="002D024D"/>
    <w:rsid w:val="002D5D36"/>
    <w:rsid w:val="002E7629"/>
    <w:rsid w:val="002F681F"/>
    <w:rsid w:val="00302D43"/>
    <w:rsid w:val="003107A7"/>
    <w:rsid w:val="003115C1"/>
    <w:rsid w:val="00314CED"/>
    <w:rsid w:val="003232EB"/>
    <w:rsid w:val="003313B5"/>
    <w:rsid w:val="00336866"/>
    <w:rsid w:val="003422D5"/>
    <w:rsid w:val="0034325E"/>
    <w:rsid w:val="003448B1"/>
    <w:rsid w:val="003471F6"/>
    <w:rsid w:val="00352CD3"/>
    <w:rsid w:val="00364077"/>
    <w:rsid w:val="00381F5A"/>
    <w:rsid w:val="00390A70"/>
    <w:rsid w:val="0039797B"/>
    <w:rsid w:val="003A3FCA"/>
    <w:rsid w:val="003B226A"/>
    <w:rsid w:val="003B27D0"/>
    <w:rsid w:val="003C21BC"/>
    <w:rsid w:val="003D03F6"/>
    <w:rsid w:val="003D691A"/>
    <w:rsid w:val="003D7C2D"/>
    <w:rsid w:val="003E0AFD"/>
    <w:rsid w:val="003E2F9B"/>
    <w:rsid w:val="003E5F85"/>
    <w:rsid w:val="003F05FA"/>
    <w:rsid w:val="004030F6"/>
    <w:rsid w:val="00404FF7"/>
    <w:rsid w:val="00410880"/>
    <w:rsid w:val="004146E2"/>
    <w:rsid w:val="00421886"/>
    <w:rsid w:val="00430BF7"/>
    <w:rsid w:val="00431A86"/>
    <w:rsid w:val="00440ADC"/>
    <w:rsid w:val="00443C96"/>
    <w:rsid w:val="00450A5D"/>
    <w:rsid w:val="0045108C"/>
    <w:rsid w:val="00457649"/>
    <w:rsid w:val="00471266"/>
    <w:rsid w:val="00473594"/>
    <w:rsid w:val="004774FB"/>
    <w:rsid w:val="00480410"/>
    <w:rsid w:val="004909EF"/>
    <w:rsid w:val="004A2AFE"/>
    <w:rsid w:val="004A4937"/>
    <w:rsid w:val="004B3681"/>
    <w:rsid w:val="004B6647"/>
    <w:rsid w:val="004C1C05"/>
    <w:rsid w:val="004C7392"/>
    <w:rsid w:val="004C7FDA"/>
    <w:rsid w:val="004D0219"/>
    <w:rsid w:val="004D431E"/>
    <w:rsid w:val="004E78F8"/>
    <w:rsid w:val="004F35C9"/>
    <w:rsid w:val="004F4DC8"/>
    <w:rsid w:val="00501354"/>
    <w:rsid w:val="005076C0"/>
    <w:rsid w:val="00511507"/>
    <w:rsid w:val="00515645"/>
    <w:rsid w:val="005255FF"/>
    <w:rsid w:val="00542C4B"/>
    <w:rsid w:val="00545119"/>
    <w:rsid w:val="00546CAB"/>
    <w:rsid w:val="005632DF"/>
    <w:rsid w:val="00565651"/>
    <w:rsid w:val="00572AF0"/>
    <w:rsid w:val="00573152"/>
    <w:rsid w:val="00574B46"/>
    <w:rsid w:val="005769E4"/>
    <w:rsid w:val="005B3C37"/>
    <w:rsid w:val="005B4F58"/>
    <w:rsid w:val="005B509B"/>
    <w:rsid w:val="005B738A"/>
    <w:rsid w:val="005D0A53"/>
    <w:rsid w:val="005D39A2"/>
    <w:rsid w:val="005D6C52"/>
    <w:rsid w:val="005E7302"/>
    <w:rsid w:val="005F2E9E"/>
    <w:rsid w:val="005F4240"/>
    <w:rsid w:val="005F4EEE"/>
    <w:rsid w:val="00605D9C"/>
    <w:rsid w:val="00607C5E"/>
    <w:rsid w:val="00612034"/>
    <w:rsid w:val="00613033"/>
    <w:rsid w:val="00613D58"/>
    <w:rsid w:val="006244B9"/>
    <w:rsid w:val="006267BF"/>
    <w:rsid w:val="00633838"/>
    <w:rsid w:val="0063632B"/>
    <w:rsid w:val="00636F5F"/>
    <w:rsid w:val="00640DCD"/>
    <w:rsid w:val="00640F59"/>
    <w:rsid w:val="0064130F"/>
    <w:rsid w:val="006445A1"/>
    <w:rsid w:val="0064716A"/>
    <w:rsid w:val="00651A35"/>
    <w:rsid w:val="00661E10"/>
    <w:rsid w:val="006626DA"/>
    <w:rsid w:val="00667213"/>
    <w:rsid w:val="0067433C"/>
    <w:rsid w:val="00676DA2"/>
    <w:rsid w:val="00682067"/>
    <w:rsid w:val="0069019A"/>
    <w:rsid w:val="00692647"/>
    <w:rsid w:val="006953E9"/>
    <w:rsid w:val="00696707"/>
    <w:rsid w:val="00697F31"/>
    <w:rsid w:val="006A3611"/>
    <w:rsid w:val="006A42D9"/>
    <w:rsid w:val="006F6B5B"/>
    <w:rsid w:val="00701A27"/>
    <w:rsid w:val="00703C7D"/>
    <w:rsid w:val="00714B0E"/>
    <w:rsid w:val="00716146"/>
    <w:rsid w:val="00723394"/>
    <w:rsid w:val="007347AC"/>
    <w:rsid w:val="00746392"/>
    <w:rsid w:val="0075083F"/>
    <w:rsid w:val="00752A3A"/>
    <w:rsid w:val="00753AE5"/>
    <w:rsid w:val="00761068"/>
    <w:rsid w:val="0076299C"/>
    <w:rsid w:val="00763EC7"/>
    <w:rsid w:val="00765053"/>
    <w:rsid w:val="00765FA7"/>
    <w:rsid w:val="007771B4"/>
    <w:rsid w:val="00787F35"/>
    <w:rsid w:val="00791007"/>
    <w:rsid w:val="007938A3"/>
    <w:rsid w:val="0079438F"/>
    <w:rsid w:val="00794A52"/>
    <w:rsid w:val="007963A0"/>
    <w:rsid w:val="007B442E"/>
    <w:rsid w:val="007D0EDA"/>
    <w:rsid w:val="007D1451"/>
    <w:rsid w:val="007D35DB"/>
    <w:rsid w:val="007D50BD"/>
    <w:rsid w:val="007F2A0C"/>
    <w:rsid w:val="00802E60"/>
    <w:rsid w:val="008117AF"/>
    <w:rsid w:val="00815762"/>
    <w:rsid w:val="00833715"/>
    <w:rsid w:val="00840F5F"/>
    <w:rsid w:val="008470E6"/>
    <w:rsid w:val="00853821"/>
    <w:rsid w:val="008544A5"/>
    <w:rsid w:val="00854796"/>
    <w:rsid w:val="00855289"/>
    <w:rsid w:val="00855E07"/>
    <w:rsid w:val="00876BEB"/>
    <w:rsid w:val="008806A4"/>
    <w:rsid w:val="008858C0"/>
    <w:rsid w:val="00887C37"/>
    <w:rsid w:val="00890E4C"/>
    <w:rsid w:val="0089528E"/>
    <w:rsid w:val="008A4E59"/>
    <w:rsid w:val="008A5729"/>
    <w:rsid w:val="008B19D4"/>
    <w:rsid w:val="008C0890"/>
    <w:rsid w:val="008D3225"/>
    <w:rsid w:val="008E1558"/>
    <w:rsid w:val="008E2E95"/>
    <w:rsid w:val="008E39D0"/>
    <w:rsid w:val="009004A7"/>
    <w:rsid w:val="0090579C"/>
    <w:rsid w:val="00905ACA"/>
    <w:rsid w:val="009305E9"/>
    <w:rsid w:val="00934C8F"/>
    <w:rsid w:val="00940F48"/>
    <w:rsid w:val="009439BB"/>
    <w:rsid w:val="00953064"/>
    <w:rsid w:val="00961926"/>
    <w:rsid w:val="009644A2"/>
    <w:rsid w:val="009751AD"/>
    <w:rsid w:val="0097573D"/>
    <w:rsid w:val="00976107"/>
    <w:rsid w:val="00977584"/>
    <w:rsid w:val="00977EB4"/>
    <w:rsid w:val="00981FFE"/>
    <w:rsid w:val="00984A66"/>
    <w:rsid w:val="00984EC4"/>
    <w:rsid w:val="00990955"/>
    <w:rsid w:val="0099488B"/>
    <w:rsid w:val="00995C0A"/>
    <w:rsid w:val="009A02EC"/>
    <w:rsid w:val="009A0C6F"/>
    <w:rsid w:val="009A6E36"/>
    <w:rsid w:val="009B2C2F"/>
    <w:rsid w:val="009B6CC7"/>
    <w:rsid w:val="009D2D59"/>
    <w:rsid w:val="009E7946"/>
    <w:rsid w:val="00A003F8"/>
    <w:rsid w:val="00A05A5D"/>
    <w:rsid w:val="00A07ABD"/>
    <w:rsid w:val="00A1267B"/>
    <w:rsid w:val="00A1322A"/>
    <w:rsid w:val="00A153CA"/>
    <w:rsid w:val="00A17026"/>
    <w:rsid w:val="00A2255D"/>
    <w:rsid w:val="00A31BA3"/>
    <w:rsid w:val="00A37151"/>
    <w:rsid w:val="00A42B29"/>
    <w:rsid w:val="00A45EA2"/>
    <w:rsid w:val="00A51C34"/>
    <w:rsid w:val="00A568BE"/>
    <w:rsid w:val="00A62FBA"/>
    <w:rsid w:val="00A730AF"/>
    <w:rsid w:val="00A7528A"/>
    <w:rsid w:val="00A83E4D"/>
    <w:rsid w:val="00A842EE"/>
    <w:rsid w:val="00A854E1"/>
    <w:rsid w:val="00A87107"/>
    <w:rsid w:val="00A91B95"/>
    <w:rsid w:val="00A9488C"/>
    <w:rsid w:val="00A979C0"/>
    <w:rsid w:val="00AA1FB9"/>
    <w:rsid w:val="00AA69A0"/>
    <w:rsid w:val="00AB0F91"/>
    <w:rsid w:val="00AB3B53"/>
    <w:rsid w:val="00AB7C57"/>
    <w:rsid w:val="00AC48AE"/>
    <w:rsid w:val="00AC6CCB"/>
    <w:rsid w:val="00AD215F"/>
    <w:rsid w:val="00AD57F3"/>
    <w:rsid w:val="00AE042A"/>
    <w:rsid w:val="00AE1591"/>
    <w:rsid w:val="00AE58AF"/>
    <w:rsid w:val="00AE7381"/>
    <w:rsid w:val="00AF7F53"/>
    <w:rsid w:val="00B0522D"/>
    <w:rsid w:val="00B131BA"/>
    <w:rsid w:val="00B13424"/>
    <w:rsid w:val="00B168E9"/>
    <w:rsid w:val="00B357D7"/>
    <w:rsid w:val="00B51705"/>
    <w:rsid w:val="00B539B2"/>
    <w:rsid w:val="00B54443"/>
    <w:rsid w:val="00B57693"/>
    <w:rsid w:val="00B61166"/>
    <w:rsid w:val="00B65A06"/>
    <w:rsid w:val="00B67E7E"/>
    <w:rsid w:val="00B71B16"/>
    <w:rsid w:val="00B74FF7"/>
    <w:rsid w:val="00B755DA"/>
    <w:rsid w:val="00B76C24"/>
    <w:rsid w:val="00B80952"/>
    <w:rsid w:val="00B91BA6"/>
    <w:rsid w:val="00BA061A"/>
    <w:rsid w:val="00BA3010"/>
    <w:rsid w:val="00BA7B02"/>
    <w:rsid w:val="00BB02AC"/>
    <w:rsid w:val="00BB435B"/>
    <w:rsid w:val="00BC1B94"/>
    <w:rsid w:val="00BC25CE"/>
    <w:rsid w:val="00BD1FAE"/>
    <w:rsid w:val="00BE219E"/>
    <w:rsid w:val="00BE3171"/>
    <w:rsid w:val="00BE4E8C"/>
    <w:rsid w:val="00C044B7"/>
    <w:rsid w:val="00C100E1"/>
    <w:rsid w:val="00C1322C"/>
    <w:rsid w:val="00C216DF"/>
    <w:rsid w:val="00C25666"/>
    <w:rsid w:val="00C30041"/>
    <w:rsid w:val="00C32B48"/>
    <w:rsid w:val="00C453F8"/>
    <w:rsid w:val="00C64FF8"/>
    <w:rsid w:val="00C82612"/>
    <w:rsid w:val="00C835FB"/>
    <w:rsid w:val="00C95F8F"/>
    <w:rsid w:val="00CA0BFE"/>
    <w:rsid w:val="00CA4A4E"/>
    <w:rsid w:val="00CB59B0"/>
    <w:rsid w:val="00CB5CFE"/>
    <w:rsid w:val="00CD2AE6"/>
    <w:rsid w:val="00CD6F3C"/>
    <w:rsid w:val="00CF055B"/>
    <w:rsid w:val="00CF553E"/>
    <w:rsid w:val="00CF64A4"/>
    <w:rsid w:val="00D04B57"/>
    <w:rsid w:val="00D04ED7"/>
    <w:rsid w:val="00D14D40"/>
    <w:rsid w:val="00D213FB"/>
    <w:rsid w:val="00D23FB9"/>
    <w:rsid w:val="00D35267"/>
    <w:rsid w:val="00D35903"/>
    <w:rsid w:val="00D40FFC"/>
    <w:rsid w:val="00D4223B"/>
    <w:rsid w:val="00D46BF3"/>
    <w:rsid w:val="00D46E86"/>
    <w:rsid w:val="00D52601"/>
    <w:rsid w:val="00D74043"/>
    <w:rsid w:val="00D7712E"/>
    <w:rsid w:val="00D852C0"/>
    <w:rsid w:val="00D85BF0"/>
    <w:rsid w:val="00D91CD8"/>
    <w:rsid w:val="00DA327F"/>
    <w:rsid w:val="00DA7A91"/>
    <w:rsid w:val="00DB1AA2"/>
    <w:rsid w:val="00DB2DE5"/>
    <w:rsid w:val="00DC41AC"/>
    <w:rsid w:val="00DE038D"/>
    <w:rsid w:val="00DE2670"/>
    <w:rsid w:val="00DE436E"/>
    <w:rsid w:val="00DE5D9B"/>
    <w:rsid w:val="00DF3758"/>
    <w:rsid w:val="00DF3AE6"/>
    <w:rsid w:val="00DF6BAB"/>
    <w:rsid w:val="00DF6C81"/>
    <w:rsid w:val="00E01054"/>
    <w:rsid w:val="00E202E9"/>
    <w:rsid w:val="00E2259E"/>
    <w:rsid w:val="00E539DD"/>
    <w:rsid w:val="00E578D1"/>
    <w:rsid w:val="00E63044"/>
    <w:rsid w:val="00E64DC0"/>
    <w:rsid w:val="00E66CE9"/>
    <w:rsid w:val="00E71BA9"/>
    <w:rsid w:val="00E76E5A"/>
    <w:rsid w:val="00E86C95"/>
    <w:rsid w:val="00EA1584"/>
    <w:rsid w:val="00EA30A8"/>
    <w:rsid w:val="00EA7A24"/>
    <w:rsid w:val="00EB14E0"/>
    <w:rsid w:val="00EB57D0"/>
    <w:rsid w:val="00EE0256"/>
    <w:rsid w:val="00EE0A21"/>
    <w:rsid w:val="00EE2627"/>
    <w:rsid w:val="00EF050F"/>
    <w:rsid w:val="00EF435B"/>
    <w:rsid w:val="00F017A3"/>
    <w:rsid w:val="00F05399"/>
    <w:rsid w:val="00F07902"/>
    <w:rsid w:val="00F2151C"/>
    <w:rsid w:val="00F250B9"/>
    <w:rsid w:val="00F40CCA"/>
    <w:rsid w:val="00F449A3"/>
    <w:rsid w:val="00F55368"/>
    <w:rsid w:val="00F61FDE"/>
    <w:rsid w:val="00F62828"/>
    <w:rsid w:val="00F67E24"/>
    <w:rsid w:val="00F9511B"/>
    <w:rsid w:val="00F96753"/>
    <w:rsid w:val="00F97405"/>
    <w:rsid w:val="00FA3537"/>
    <w:rsid w:val="00FB1C32"/>
    <w:rsid w:val="00FB3116"/>
    <w:rsid w:val="00FC1C33"/>
    <w:rsid w:val="00FC40CB"/>
    <w:rsid w:val="00FF2036"/>
    <w:rsid w:val="00FF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CF28F6"/>
  <w15:docId w15:val="{4B4E1F3D-C0F1-4A64-AC06-A625B0CDF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unhideWhenUsed="1"/>
    <w:lsdException w:name="heading 3" w:unhideWhenUsed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 w:unhideWhenUsed="1"/>
    <w:lsdException w:name="toc 2" w:uiPriority="1" w:unhideWhenUsed="1"/>
    <w:lsdException w:name="toc 3" w:uiPriority="1" w:unhideWhenUsed="1"/>
    <w:lsdException w:name="toc 4" w:uiPriority="1" w:unhideWhenUsed="1"/>
    <w:lsdException w:name="toc 5" w:uiPriority="1" w:unhideWhenUsed="1"/>
    <w:lsdException w:name="toc 6" w:uiPriority="1" w:unhideWhenUsed="1"/>
    <w:lsdException w:name="toc 7" w:uiPriority="1" w:unhideWhenUsed="1"/>
    <w:lsdException w:name="toc 8" w:uiPriority="1" w:unhideWhenUsed="1"/>
    <w:lsdException w:name="toc 9" w:uiPriority="1" w:unhideWhenUsed="1"/>
    <w:lsdException w:name="Normal Indent" w:uiPriority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uiPriority="1" w:unhideWhenUsed="1"/>
    <w:lsdException w:name="envelope return" w:uiPriority="1" w:unhideWhenUsed="1"/>
    <w:lsdException w:name="footnote reference" w:semiHidden="1" w:unhideWhenUsed="1"/>
    <w:lsdException w:name="annotation reference" w:semiHidden="1" w:unhideWhenUsed="1"/>
    <w:lsdException w:name="line number" w:uiPriority="1" w:unhideWhenUsed="1"/>
    <w:lsdException w:name="page number" w:uiPriority="1" w:unhideWhenUsed="1"/>
    <w:lsdException w:name="endnote reference" w:semiHidden="1" w:unhideWhenUsed="1"/>
    <w:lsdException w:name="endnote text" w:semiHidden="1" w:unhideWhenUsed="1"/>
    <w:lsdException w:name="table of authorities" w:uiPriority="1"/>
    <w:lsdException w:name="macro" w:semiHidden="1" w:unhideWhenUsed="1"/>
    <w:lsdException w:name="toa heading" w:uiPriority="1" w:unhideWhenUsed="1"/>
    <w:lsdException w:name="List" w:semiHidden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/>
    <w:lsdException w:name="Closing" w:unhideWhenUsed="1"/>
    <w:lsdException w:name="Signature" w:uiPriority="1" w:unhideWhenUsed="1"/>
    <w:lsdException w:name="Default Paragraph Font" w:unhideWhenUsed="1"/>
    <w:lsdException w:name="Body Text" w:uiPriority="1" w:unhideWhenUsed="1"/>
    <w:lsdException w:name="Body Text Indent" w:uiPriority="1" w:unhideWhenUsed="1"/>
    <w:lsdException w:name="List Continue" w:semiHidden="1" w:unhideWhenUsed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uiPriority="1" w:unhideWhenUsed="1"/>
    <w:lsdException w:name="Body Text First Indent 2" w:uiPriority="1" w:unhideWhenUsed="1"/>
    <w:lsdException w:name="Note Heading" w:semiHidden="1" w:unhideWhenUsed="1"/>
    <w:lsdException w:name="Body Text 2" w:uiPriority="1" w:unhideWhenUsed="1"/>
    <w:lsdException w:name="Body Text 3" w:uiPriority="1" w:unhideWhenUsed="1"/>
    <w:lsdException w:name="Body Text Indent 2" w:uiPriority="1" w:unhideWhenUsed="1"/>
    <w:lsdException w:name="Body Text Indent 3" w:uiPriority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1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nhideWhenUsed="1"/>
    <w:lsdException w:name="HTML Bottom of Form" w:unhideWhenUsed="1"/>
    <w:lsdException w:name="Normal (Web)" w:uiPriority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10E9D"/>
    <w:pPr>
      <w:spacing w:line="280" w:lineRule="atLeast"/>
      <w:ind w:right="1843"/>
    </w:pPr>
    <w:rPr>
      <w:rFonts w:ascii="Arial" w:hAnsi="Arial"/>
      <w:szCs w:val="24"/>
    </w:rPr>
  </w:style>
  <w:style w:type="paragraph" w:styleId="berschrift1">
    <w:name w:val="heading 1"/>
    <w:basedOn w:val="Standard"/>
    <w:next w:val="Standard"/>
    <w:uiPriority w:val="1"/>
    <w:semiHidden/>
    <w:rsid w:val="00390A7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uiPriority w:val="1"/>
    <w:semiHidden/>
    <w:rsid w:val="00390A7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1"/>
    <w:semiHidden/>
    <w:rsid w:val="00390A7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eldfrPostanschrift">
    <w:name w:val="Feld für Postanschrift"/>
    <w:basedOn w:val="Standard"/>
    <w:autoRedefine/>
    <w:semiHidden/>
    <w:rsid w:val="00404FF7"/>
    <w:pPr>
      <w:framePr w:hSpace="51" w:wrap="auto" w:hAnchor="margin" w:x="182" w:y="2836"/>
      <w:spacing w:line="140" w:lineRule="exact"/>
      <w:ind w:right="0"/>
    </w:pPr>
    <w:rPr>
      <w:rFonts w:cs="Arial"/>
      <w:sz w:val="12"/>
      <w:szCs w:val="12"/>
    </w:rPr>
  </w:style>
  <w:style w:type="paragraph" w:customStyle="1" w:styleId="Empfngeradresse">
    <w:name w:val="Empfängeradresse"/>
    <w:basedOn w:val="Standard"/>
    <w:semiHidden/>
    <w:rsid w:val="006F6B5B"/>
    <w:pPr>
      <w:spacing w:line="280" w:lineRule="exact"/>
    </w:pPr>
  </w:style>
  <w:style w:type="paragraph" w:customStyle="1" w:styleId="Absenderadresse">
    <w:name w:val="Absenderadresse"/>
    <w:basedOn w:val="Standard"/>
    <w:semiHidden/>
    <w:rsid w:val="00440ADC"/>
    <w:pPr>
      <w:tabs>
        <w:tab w:val="left" w:pos="312"/>
        <w:tab w:val="left" w:pos="425"/>
      </w:tabs>
    </w:pPr>
    <w:rPr>
      <w:rFonts w:cs="Arial"/>
      <w:szCs w:val="16"/>
    </w:rPr>
  </w:style>
  <w:style w:type="paragraph" w:styleId="Kopfzeile">
    <w:name w:val="header"/>
    <w:basedOn w:val="Standard"/>
    <w:semiHidden/>
    <w:rsid w:val="000065AB"/>
    <w:pPr>
      <w:tabs>
        <w:tab w:val="center" w:pos="4536"/>
        <w:tab w:val="right" w:pos="9072"/>
      </w:tabs>
      <w:spacing w:line="240" w:lineRule="exact"/>
    </w:pPr>
  </w:style>
  <w:style w:type="paragraph" w:styleId="Fuzeile">
    <w:name w:val="footer"/>
    <w:basedOn w:val="Standard"/>
    <w:semiHidden/>
    <w:rsid w:val="00210E9D"/>
    <w:pPr>
      <w:tabs>
        <w:tab w:val="center" w:pos="4536"/>
        <w:tab w:val="right" w:pos="9072"/>
      </w:tabs>
      <w:spacing w:line="200" w:lineRule="exact"/>
      <w:ind w:right="0"/>
      <w:jc w:val="right"/>
    </w:pPr>
    <w:rPr>
      <w:color w:val="7F7F7F"/>
      <w:sz w:val="16"/>
    </w:rPr>
  </w:style>
  <w:style w:type="character" w:styleId="Hyperlink">
    <w:name w:val="Hyperlink"/>
    <w:semiHidden/>
    <w:rsid w:val="007D1451"/>
    <w:rPr>
      <w:color w:val="0000FF"/>
      <w:u w:val="single"/>
    </w:rPr>
  </w:style>
  <w:style w:type="paragraph" w:customStyle="1" w:styleId="Absenderberschrift">
    <w:name w:val="Absenderüberschrift"/>
    <w:basedOn w:val="Standard"/>
    <w:semiHidden/>
    <w:rsid w:val="00440ADC"/>
    <w:rPr>
      <w:rFonts w:cs="Arial"/>
      <w:b/>
      <w:szCs w:val="20"/>
    </w:rPr>
  </w:style>
  <w:style w:type="paragraph" w:customStyle="1" w:styleId="StandardFett">
    <w:name w:val="Standard Fett"/>
    <w:basedOn w:val="Standard"/>
    <w:next w:val="Standard"/>
    <w:uiPriority w:val="1"/>
    <w:rsid w:val="00390A70"/>
    <w:rPr>
      <w:b/>
      <w:lang w:val="en-GB"/>
    </w:rPr>
  </w:style>
  <w:style w:type="paragraph" w:customStyle="1" w:styleId="AdsenderadresseFett">
    <w:name w:val="Adsenderadresse Fett"/>
    <w:basedOn w:val="Absenderadresse"/>
    <w:next w:val="Absenderadresse"/>
    <w:semiHidden/>
    <w:rsid w:val="00EF435B"/>
    <w:pPr>
      <w:spacing w:before="60"/>
    </w:pPr>
    <w:rPr>
      <w:b/>
      <w:lang w:val="en-GB"/>
    </w:rPr>
  </w:style>
  <w:style w:type="paragraph" w:styleId="Sprechblasentext">
    <w:name w:val="Balloon Text"/>
    <w:basedOn w:val="Standard"/>
    <w:uiPriority w:val="1"/>
    <w:semiHidden/>
    <w:rsid w:val="005B509B"/>
    <w:rPr>
      <w:rFonts w:ascii="Tahoma" w:hAnsi="Tahoma" w:cs="Tahoma"/>
      <w:sz w:val="16"/>
      <w:szCs w:val="16"/>
    </w:rPr>
  </w:style>
  <w:style w:type="paragraph" w:customStyle="1" w:styleId="Ort-Datum">
    <w:name w:val="Ort-Datum"/>
    <w:basedOn w:val="Standard"/>
    <w:autoRedefine/>
    <w:uiPriority w:val="1"/>
    <w:rsid w:val="00890E4C"/>
    <w:pPr>
      <w:spacing w:after="280"/>
    </w:pPr>
  </w:style>
  <w:style w:type="paragraph" w:customStyle="1" w:styleId="Headline">
    <w:name w:val="Headline"/>
    <w:basedOn w:val="StandardFett"/>
    <w:autoRedefine/>
    <w:uiPriority w:val="1"/>
    <w:rsid w:val="00DF6C81"/>
    <w:pPr>
      <w:spacing w:after="560" w:line="480" w:lineRule="exact"/>
    </w:pPr>
    <w:rPr>
      <w:sz w:val="40"/>
    </w:rPr>
  </w:style>
  <w:style w:type="paragraph" w:customStyle="1" w:styleId="Grussformel">
    <w:name w:val="Grussformel"/>
    <w:basedOn w:val="Standard"/>
    <w:autoRedefine/>
    <w:uiPriority w:val="1"/>
    <w:rsid w:val="00A05A5D"/>
    <w:pPr>
      <w:spacing w:before="560" w:after="1120"/>
    </w:pPr>
  </w:style>
  <w:style w:type="paragraph" w:customStyle="1" w:styleId="Absenderzeile">
    <w:name w:val="Absenderzeile"/>
    <w:basedOn w:val="Standard"/>
    <w:autoRedefine/>
    <w:semiHidden/>
    <w:rsid w:val="009644A2"/>
    <w:pPr>
      <w:spacing w:line="160" w:lineRule="exact"/>
    </w:pPr>
    <w:rPr>
      <w:sz w:val="12"/>
    </w:rPr>
  </w:style>
  <w:style w:type="paragraph" w:customStyle="1" w:styleId="Seite">
    <w:name w:val="Seite"/>
    <w:basedOn w:val="Standard"/>
    <w:autoRedefine/>
    <w:uiPriority w:val="1"/>
    <w:semiHidden/>
    <w:rsid w:val="00A17026"/>
    <w:pPr>
      <w:spacing w:line="200" w:lineRule="exact"/>
      <w:jc w:val="right"/>
    </w:pPr>
    <w:rPr>
      <w:sz w:val="16"/>
    </w:rPr>
  </w:style>
  <w:style w:type="paragraph" w:customStyle="1" w:styleId="Kopfzeile2">
    <w:name w:val="Kopfzeile2"/>
    <w:basedOn w:val="Standard"/>
    <w:autoRedefine/>
    <w:semiHidden/>
    <w:rsid w:val="007B442E"/>
    <w:pPr>
      <w:spacing w:after="1340"/>
    </w:pPr>
  </w:style>
  <w:style w:type="paragraph" w:customStyle="1" w:styleId="ErsteZeile">
    <w:name w:val="ErsteZeile"/>
    <w:basedOn w:val="Ort-Datum"/>
    <w:autoRedefine/>
    <w:semiHidden/>
    <w:rsid w:val="00890E4C"/>
    <w:pPr>
      <w:spacing w:after="0" w:line="100" w:lineRule="exact"/>
    </w:pPr>
    <w:rPr>
      <w:sz w:val="2"/>
    </w:rPr>
  </w:style>
  <w:style w:type="paragraph" w:customStyle="1" w:styleId="TitelStellenanzeige">
    <w:name w:val="Titel Stellenanzeige"/>
    <w:basedOn w:val="Standard"/>
    <w:rsid w:val="00DF6C81"/>
    <w:pPr>
      <w:spacing w:after="480" w:line="600" w:lineRule="exact"/>
    </w:pPr>
    <w:rPr>
      <w:rFonts w:ascii="Merriweather" w:hAnsi="Merriweather"/>
      <w:b/>
      <w:color w:val="E60005"/>
      <w:sz w:val="50"/>
    </w:rPr>
  </w:style>
  <w:style w:type="paragraph" w:customStyle="1" w:styleId="Absenderadresse-Aufzhlung">
    <w:name w:val="Absenderadresse-Aufzählung"/>
    <w:basedOn w:val="Absenderadresse"/>
    <w:rsid w:val="00DF3AE6"/>
    <w:pPr>
      <w:numPr>
        <w:numId w:val="11"/>
      </w:numPr>
      <w:tabs>
        <w:tab w:val="left" w:pos="113"/>
      </w:tabs>
      <w:ind w:left="113" w:hanging="113"/>
    </w:pPr>
  </w:style>
  <w:style w:type="paragraph" w:customStyle="1" w:styleId="Subheadline">
    <w:name w:val="Subheadline"/>
    <w:basedOn w:val="Standard"/>
    <w:rsid w:val="00753AE5"/>
    <w:pPr>
      <w:spacing w:after="600"/>
    </w:pPr>
    <w:rPr>
      <w:b/>
    </w:rPr>
  </w:style>
  <w:style w:type="paragraph" w:customStyle="1" w:styleId="DRK-Titel">
    <w:name w:val="DRK-Titel"/>
    <w:basedOn w:val="Standard"/>
    <w:uiPriority w:val="2"/>
    <w:qFormat/>
    <w:rsid w:val="00977EB4"/>
    <w:pPr>
      <w:spacing w:after="280" w:line="720" w:lineRule="atLeast"/>
    </w:pPr>
    <w:rPr>
      <w:rFonts w:ascii="Georgia" w:hAnsi="Georgia"/>
      <w:b/>
      <w:color w:val="E60005"/>
      <w:sz w:val="60"/>
      <w:lang w:val="en-GB"/>
    </w:rPr>
  </w:style>
  <w:style w:type="paragraph" w:customStyle="1" w:styleId="DRK-Aufzhlung">
    <w:name w:val="DRK-Aufzählung"/>
    <w:basedOn w:val="Standard"/>
    <w:semiHidden/>
    <w:rsid w:val="00DF6C81"/>
    <w:pPr>
      <w:numPr>
        <w:numId w:val="12"/>
      </w:numPr>
      <w:ind w:left="170" w:hanging="170"/>
    </w:pPr>
    <w:rPr>
      <w:lang w:val="en-GB"/>
    </w:rPr>
  </w:style>
  <w:style w:type="paragraph" w:customStyle="1" w:styleId="DRK-Oberline">
    <w:name w:val="DRK-Oberline"/>
    <w:basedOn w:val="Standard"/>
    <w:uiPriority w:val="1"/>
    <w:qFormat/>
    <w:rsid w:val="00977EB4"/>
    <w:pPr>
      <w:spacing w:after="340" w:line="280" w:lineRule="exact"/>
      <w:ind w:right="2552"/>
    </w:pPr>
    <w:rPr>
      <w:lang w:val="en-GB"/>
    </w:rPr>
  </w:style>
  <w:style w:type="paragraph" w:customStyle="1" w:styleId="DRK-Einleitungstext">
    <w:name w:val="DRK-Einleitungstext"/>
    <w:basedOn w:val="DRK-Oberline"/>
    <w:uiPriority w:val="3"/>
    <w:qFormat/>
    <w:rsid w:val="00FF2036"/>
    <w:pPr>
      <w:spacing w:after="0" w:line="360" w:lineRule="exact"/>
      <w:ind w:right="1843"/>
    </w:pPr>
    <w:rPr>
      <w:rFonts w:ascii="Georgia" w:hAnsi="Georgia"/>
      <w:color w:val="E60005"/>
      <w:sz w:val="27"/>
    </w:rPr>
  </w:style>
  <w:style w:type="paragraph" w:customStyle="1" w:styleId="DRK-Headlineschwarz">
    <w:name w:val="DRK-Headline schwarz"/>
    <w:basedOn w:val="Standard"/>
    <w:uiPriority w:val="5"/>
    <w:qFormat/>
    <w:rsid w:val="00BC25CE"/>
    <w:pPr>
      <w:spacing w:before="280"/>
    </w:pPr>
    <w:rPr>
      <w:b/>
      <w:lang w:val="en-GB"/>
    </w:rPr>
  </w:style>
  <w:style w:type="paragraph" w:customStyle="1" w:styleId="DRK-Headlinerot">
    <w:name w:val="DRK-Headline rot"/>
    <w:basedOn w:val="DRK-Headlineschwarz"/>
    <w:uiPriority w:val="5"/>
    <w:qFormat/>
    <w:rsid w:val="00B131BA"/>
    <w:rPr>
      <w:color w:val="E60005"/>
    </w:rPr>
  </w:style>
  <w:style w:type="paragraph" w:styleId="Beschriftung">
    <w:name w:val="caption"/>
    <w:aliases w:val="DRK-Beschriftung"/>
    <w:basedOn w:val="Standard"/>
    <w:next w:val="Standard"/>
    <w:uiPriority w:val="7"/>
    <w:qFormat/>
    <w:rsid w:val="00BC25CE"/>
    <w:pPr>
      <w:spacing w:line="200" w:lineRule="atLeast"/>
    </w:pPr>
    <w:rPr>
      <w:bCs/>
      <w:color w:val="002D55"/>
      <w:sz w:val="16"/>
      <w:szCs w:val="20"/>
    </w:rPr>
  </w:style>
  <w:style w:type="paragraph" w:customStyle="1" w:styleId="DRK-Beschriftungfett">
    <w:name w:val="DRK-Beschriftung fett"/>
    <w:basedOn w:val="Beschriftung"/>
    <w:uiPriority w:val="8"/>
    <w:qFormat/>
    <w:rsid w:val="00A568BE"/>
    <w:pPr>
      <w:spacing w:before="142"/>
    </w:pPr>
    <w:rPr>
      <w:b/>
      <w:lang w:val="en-GB"/>
    </w:rPr>
  </w:style>
  <w:style w:type="paragraph" w:customStyle="1" w:styleId="DRK-Bild">
    <w:name w:val="DRK-Bild"/>
    <w:basedOn w:val="Standard"/>
    <w:uiPriority w:val="6"/>
    <w:qFormat/>
    <w:rsid w:val="00A568BE"/>
    <w:pPr>
      <w:spacing w:before="113"/>
    </w:pPr>
    <w:rPr>
      <w:lang w:val="en-GB"/>
    </w:rPr>
  </w:style>
  <w:style w:type="paragraph" w:customStyle="1" w:styleId="DRK-Verbandbezeichnung">
    <w:name w:val="DRK-Verbandbezeichnung"/>
    <w:basedOn w:val="Standard"/>
    <w:uiPriority w:val="11"/>
    <w:qFormat/>
    <w:rsid w:val="00BC25CE"/>
    <w:pPr>
      <w:tabs>
        <w:tab w:val="left" w:pos="426"/>
      </w:tabs>
    </w:pPr>
    <w:rPr>
      <w:lang w:val="en-GB"/>
    </w:rPr>
  </w:style>
  <w:style w:type="paragraph" w:customStyle="1" w:styleId="DRK-Verbandsbezeichnung-Titel">
    <w:name w:val="DRK-Verbandsbezeichnung-Titel"/>
    <w:basedOn w:val="DRK-Verbandbezeichnung"/>
    <w:uiPriority w:val="10"/>
    <w:qFormat/>
    <w:rsid w:val="00BC25CE"/>
    <w:rPr>
      <w:b/>
    </w:rPr>
  </w:style>
  <w:style w:type="paragraph" w:customStyle="1" w:styleId="DRK-BildTitel">
    <w:name w:val="DRK-Bild Titel"/>
    <w:basedOn w:val="DRK-Bild"/>
    <w:uiPriority w:val="6"/>
    <w:qFormat/>
    <w:rsid w:val="00FF2036"/>
    <w:pPr>
      <w:spacing w:after="340"/>
    </w:pPr>
  </w:style>
  <w:style w:type="paragraph" w:customStyle="1" w:styleId="DRK-Liste1">
    <w:name w:val="DRK-Liste 1"/>
    <w:basedOn w:val="Standard"/>
    <w:uiPriority w:val="4"/>
    <w:qFormat/>
    <w:rsid w:val="00D46BF3"/>
    <w:pPr>
      <w:numPr>
        <w:numId w:val="14"/>
      </w:numPr>
    </w:pPr>
    <w:rPr>
      <w:lang w:val="en-GB"/>
    </w:rPr>
  </w:style>
  <w:style w:type="paragraph" w:customStyle="1" w:styleId="DRK-Liste2">
    <w:name w:val="DRK-Liste 2"/>
    <w:basedOn w:val="Standard"/>
    <w:uiPriority w:val="4"/>
    <w:qFormat/>
    <w:rsid w:val="00605D9C"/>
    <w:pPr>
      <w:numPr>
        <w:ilvl w:val="1"/>
        <w:numId w:val="14"/>
      </w:numPr>
      <w:ind w:left="850" w:hanging="425"/>
    </w:pPr>
    <w:rPr>
      <w:lang w:val="en-GB"/>
    </w:rPr>
  </w:style>
  <w:style w:type="numbering" w:customStyle="1" w:styleId="DRK-Liste">
    <w:name w:val="DRK-Liste"/>
    <w:rsid w:val="00D46BF3"/>
    <w:pPr>
      <w:numPr>
        <w:numId w:val="14"/>
      </w:numPr>
    </w:pPr>
  </w:style>
  <w:style w:type="paragraph" w:customStyle="1" w:styleId="DRK-Aufzhlung1">
    <w:name w:val="DRK-Aufzählung 1"/>
    <w:basedOn w:val="Standard"/>
    <w:uiPriority w:val="4"/>
    <w:qFormat/>
    <w:rsid w:val="00F61FDE"/>
    <w:pPr>
      <w:numPr>
        <w:numId w:val="23"/>
      </w:numPr>
      <w:ind w:left="426" w:hanging="284"/>
    </w:pPr>
  </w:style>
  <w:style w:type="paragraph" w:customStyle="1" w:styleId="DRK-Aufzhlung2">
    <w:name w:val="DRK-Aufzählung 2"/>
    <w:basedOn w:val="Standard"/>
    <w:uiPriority w:val="4"/>
    <w:qFormat/>
    <w:rsid w:val="00F61FDE"/>
    <w:pPr>
      <w:numPr>
        <w:numId w:val="17"/>
      </w:numPr>
      <w:ind w:left="709" w:hanging="284"/>
    </w:pPr>
  </w:style>
  <w:style w:type="paragraph" w:styleId="Listenabsatz">
    <w:name w:val="List Paragraph"/>
    <w:basedOn w:val="Standard"/>
    <w:uiPriority w:val="34"/>
    <w:rsid w:val="0075083F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480410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480410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8041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48041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480410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5267"/>
    <w:rPr>
      <w:color w:val="605E5C"/>
      <w:shd w:val="clear" w:color="auto" w:fill="E1DFDD"/>
    </w:rPr>
  </w:style>
  <w:style w:type="table" w:styleId="Tabellenraster">
    <w:name w:val="Table Grid"/>
    <w:basedOn w:val="NormaleTabelle"/>
    <w:rsid w:val="00BD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02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264986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Wwd600\VORLAGEN\DRK_Vorlage%20Briefing%202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4c87017-4c1d-4edb-b356-50187f87b433">Y7DEUYCN3CT5-1838230626-104636</_dlc_DocId>
    <_dlc_DocIdUrl xmlns="d4c87017-4c1d-4edb-b356-50187f87b433">
      <Url>https://drkgsberlin.sharepoint.com/sites/Bereich_1/_layouts/15/DocIdRedir.aspx?ID=Y7DEUYCN3CT5-1838230626-104636</Url>
      <Description>Y7DEUYCN3CT5-1838230626-104636</Description>
    </_dlc_DocIdUrl>
    <lcf76f155ced4ddcb4097134ff3c332f xmlns="5d74c7cb-e2f6-4ea0-ac56-3b9fad540a1d">
      <Terms xmlns="http://schemas.microsoft.com/office/infopath/2007/PartnerControls"/>
    </lcf76f155ced4ddcb4097134ff3c332f>
    <TaxCatchAll xmlns="d4c87017-4c1d-4edb-b356-50187f87b43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A0C15EED9C347A47BC689E4C13F2E" ma:contentTypeVersion="498" ma:contentTypeDescription="Ein neues Dokument erstellen." ma:contentTypeScope="" ma:versionID="379ffb53e59d315b0f159120c20c04f9">
  <xsd:schema xmlns:xsd="http://www.w3.org/2001/XMLSchema" xmlns:xs="http://www.w3.org/2001/XMLSchema" xmlns:p="http://schemas.microsoft.com/office/2006/metadata/properties" xmlns:ns2="d4c87017-4c1d-4edb-b356-50187f87b433" xmlns:ns3="5d74c7cb-e2f6-4ea0-ac56-3b9fad540a1d" targetNamespace="http://schemas.microsoft.com/office/2006/metadata/properties" ma:root="true" ma:fieldsID="5b8c3ad6815dd1b618d95916939369bc" ns2:_="" ns3:_="">
    <xsd:import namespace="d4c87017-4c1d-4edb-b356-50187f87b433"/>
    <xsd:import namespace="5d74c7cb-e2f6-4ea0-ac56-3b9fad540a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c87017-4c1d-4edb-b356-50187f87b43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0ae6c43-e8a6-4c35-8d35-226fc43fdcda}" ma:internalName="TaxCatchAll" ma:showField="CatchAllData" ma:web="d4c87017-4c1d-4edb-b356-50187f87b4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74c7cb-e2f6-4ea0-ac56-3b9fad540a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Bildmarkierungen" ma:readOnly="false" ma:fieldId="{5cf76f15-5ced-4ddc-b409-7134ff3c332f}" ma:taxonomyMulti="true" ma:sspId="4b42da31-f07d-4bc5-921b-0bfb276d62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B4E81D1-C3DF-4ECB-9B92-D9A29564A972}">
  <ds:schemaRefs>
    <ds:schemaRef ds:uri="http://schemas.microsoft.com/office/2006/metadata/properties"/>
    <ds:schemaRef ds:uri="http://schemas.microsoft.com/office/infopath/2007/PartnerControls"/>
    <ds:schemaRef ds:uri="d4c87017-4c1d-4edb-b356-50187f87b433"/>
    <ds:schemaRef ds:uri="5d74c7cb-e2f6-4ea0-ac56-3b9fad540a1d"/>
  </ds:schemaRefs>
</ds:datastoreItem>
</file>

<file path=customXml/itemProps2.xml><?xml version="1.0" encoding="utf-8"?>
<ds:datastoreItem xmlns:ds="http://schemas.openxmlformats.org/officeDocument/2006/customXml" ds:itemID="{722DF5BF-282E-4602-A44B-41534121963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5F4A256-ADF2-4802-B546-694100D71B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AE1437-2E27-4ECC-82DF-3FFAAB2887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c87017-4c1d-4edb-b356-50187f87b433"/>
    <ds:schemaRef ds:uri="5d74c7cb-e2f6-4ea0-ac56-3b9fad540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02AB33D-98B3-4F7C-A273-6D791CB2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DRK_Vorlage Briefing 2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DRK</Company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Eichmann</dc:creator>
  <cp:lastModifiedBy>Thomas Eichmann</cp:lastModifiedBy>
  <cp:revision>3</cp:revision>
  <cp:lastPrinted>2019-03-21T13:39:00Z</cp:lastPrinted>
  <dcterms:created xsi:type="dcterms:W3CDTF">2024-11-14T14:20:00Z</dcterms:created>
  <dcterms:modified xsi:type="dcterms:W3CDTF">2024-11-14T14:21:00Z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0x010100F09A0C15EED9C347A47BC689E4C13F2E</vt:lpwstr>
  </property>
  <property fmtid="{D5CDD505-2E9C-101B-9397-08002B2CF9AE}" pid="3" name="_dlc_DocIdItemGuid">
    <vt:lpwstr>a07d9106-a4bc-4802-85d5-ca4cf8531103</vt:lpwstr>
  </property>
  <property fmtid="{D5CDD505-2E9C-101B-9397-08002B2CF9AE}" pid="4" name="MediaServiceImageTags">
    <vt:lpwstr/>
  </property>
</Properties>
</file>